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29" w:rsidRDefault="00754329" w:rsidP="00754329">
      <w:pPr>
        <w:pStyle w:val="a3"/>
        <w:keepNext/>
        <w:widowControl w:val="0"/>
        <w:overflowPunct w:val="0"/>
        <w:adjustRightInd w:val="0"/>
        <w:snapToGrid w:val="0"/>
        <w:spacing w:before="0" w:beforeAutospacing="0" w:after="0" w:afterAutospacing="0" w:line="312" w:lineRule="auto"/>
        <w:jc w:val="both"/>
        <w:rPr>
          <w:rFonts w:ascii="黑体" w:eastAsia="黑体" w:hAnsi="黑体" w:cs="Helvetica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Helvetica" w:hint="eastAsia"/>
          <w:sz w:val="28"/>
          <w:szCs w:val="28"/>
        </w:rPr>
        <w:t>附件3</w:t>
      </w:r>
    </w:p>
    <w:p w:rsidR="00754329" w:rsidRDefault="00754329" w:rsidP="00754329">
      <w:pPr>
        <w:pStyle w:val="a3"/>
        <w:keepNext/>
        <w:widowControl w:val="0"/>
        <w:overflowPunct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Helvetica"/>
          <w:sz w:val="28"/>
          <w:szCs w:val="28"/>
        </w:rPr>
      </w:pPr>
    </w:p>
    <w:p w:rsidR="00754329" w:rsidRDefault="00754329" w:rsidP="00754329"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浙江省社科规划课题设计论证（活页）</w:t>
      </w:r>
    </w:p>
    <w:p w:rsidR="00754329" w:rsidRDefault="00754329" w:rsidP="00754329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p w:rsidR="00754329" w:rsidRDefault="00754329" w:rsidP="00754329">
      <w:pPr>
        <w:snapToGrid w:val="0"/>
        <w:jc w:val="center"/>
        <w:rPr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7477"/>
      </w:tblGrid>
      <w:tr w:rsidR="00754329" w:rsidTr="00792208">
        <w:trPr>
          <w:trHeight w:val="624"/>
        </w:trPr>
        <w:tc>
          <w:tcPr>
            <w:tcW w:w="1523" w:type="dxa"/>
            <w:vAlign w:val="center"/>
          </w:tcPr>
          <w:p w:rsidR="00754329" w:rsidRDefault="00754329" w:rsidP="00792208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课题名称</w:t>
            </w:r>
          </w:p>
        </w:tc>
        <w:tc>
          <w:tcPr>
            <w:tcW w:w="7477" w:type="dxa"/>
            <w:vAlign w:val="center"/>
          </w:tcPr>
          <w:p w:rsidR="00754329" w:rsidRDefault="00754329" w:rsidP="00792208">
            <w:pPr>
              <w:snapToGrid w:val="0"/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</w:tc>
      </w:tr>
      <w:tr w:rsidR="00754329" w:rsidTr="00792208">
        <w:trPr>
          <w:trHeight w:val="624"/>
        </w:trPr>
        <w:tc>
          <w:tcPr>
            <w:tcW w:w="1523" w:type="dxa"/>
            <w:vAlign w:val="center"/>
          </w:tcPr>
          <w:p w:rsidR="00754329" w:rsidRDefault="00754329" w:rsidP="00792208">
            <w:pPr>
              <w:snapToGrid w:val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预期成果</w:t>
            </w:r>
          </w:p>
        </w:tc>
        <w:tc>
          <w:tcPr>
            <w:tcW w:w="7477" w:type="dxa"/>
            <w:vAlign w:val="center"/>
          </w:tcPr>
          <w:p w:rsidR="00754329" w:rsidRDefault="00754329" w:rsidP="00792208">
            <w:pPr>
              <w:snapToGrid w:val="0"/>
              <w:ind w:left="211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1.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专著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论文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研究报告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4.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其它</w:t>
            </w:r>
            <w:r>
              <w:rPr>
                <w:rFonts w:ascii="宋体" w:eastAsia="宋体" w:hAnsi="宋体"/>
                <w:sz w:val="21"/>
                <w:szCs w:val="21"/>
              </w:rPr>
              <w:t>：_____________</w:t>
            </w:r>
          </w:p>
        </w:tc>
      </w:tr>
      <w:tr w:rsidR="00754329" w:rsidTr="00792208">
        <w:trPr>
          <w:trHeight w:val="624"/>
        </w:trPr>
        <w:tc>
          <w:tcPr>
            <w:tcW w:w="1523" w:type="dxa"/>
            <w:vAlign w:val="center"/>
          </w:tcPr>
          <w:p w:rsidR="00754329" w:rsidRDefault="00754329" w:rsidP="00792208">
            <w:pPr>
              <w:snapToGrid w:val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成果去向</w:t>
            </w:r>
          </w:p>
        </w:tc>
        <w:tc>
          <w:tcPr>
            <w:tcW w:w="7477" w:type="dxa"/>
            <w:vAlign w:val="center"/>
          </w:tcPr>
          <w:p w:rsidR="00754329" w:rsidRDefault="00754329" w:rsidP="00792208">
            <w:pPr>
              <w:snapToGrid w:val="0"/>
              <w:ind w:left="211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1.公开出版、发表   2.送交相关部门</w:t>
            </w:r>
          </w:p>
        </w:tc>
      </w:tr>
      <w:tr w:rsidR="00754329" w:rsidTr="00792208">
        <w:trPr>
          <w:trHeight w:val="9063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29" w:rsidRDefault="00754329" w:rsidP="00792208">
            <w:pPr>
              <w:snapToGrid w:val="0"/>
              <w:spacing w:beforeLines="50" w:before="156" w:line="300" w:lineRule="auto"/>
              <w:ind w:firstLineChars="200" w:firstLine="422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1.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选题：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本课题国内外研究现状述评，选题的意义；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2.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内容：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本课题研究的基本思路、主要内容、基本步骤；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3.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预期价值：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本课题研究学术观点、学术思想的特色和创新，实际应用价值及成果去向</w:t>
            </w: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；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4.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本课题研究已有的相关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研究成果和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前期准备工作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（负责人成果和课题组成员分开写，限填10项）。5.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参考文献</w:t>
            </w: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限填10项）。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本表填写字数限5000字以内。</w:t>
            </w:r>
          </w:p>
          <w:p w:rsidR="00754329" w:rsidRDefault="00754329" w:rsidP="00792208">
            <w:pPr>
              <w:pStyle w:val="a4"/>
              <w:snapToGrid w:val="0"/>
              <w:ind w:left="360" w:firstLineChars="0" w:firstLine="0"/>
              <w:rPr>
                <w:rFonts w:ascii="宋体" w:hAnsi="宋体"/>
                <w:szCs w:val="21"/>
              </w:rPr>
            </w:pPr>
          </w:p>
        </w:tc>
      </w:tr>
    </w:tbl>
    <w:p w:rsidR="00754329" w:rsidRDefault="00754329" w:rsidP="00754329">
      <w:r>
        <w:br w:type="page"/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754329" w:rsidTr="00792208">
        <w:trPr>
          <w:trHeight w:val="11614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29" w:rsidRDefault="00754329" w:rsidP="00792208">
            <w:pPr>
              <w:snapToGrid w:val="0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</w:tbl>
    <w:p w:rsidR="00754329" w:rsidRDefault="00754329" w:rsidP="00754329">
      <w:pPr>
        <w:snapToGrid w:val="0"/>
        <w:spacing w:beforeLines="50" w:before="156" w:line="300" w:lineRule="auto"/>
        <w:ind w:left="412" w:hangingChars="200" w:hanging="412"/>
        <w:rPr>
          <w:rFonts w:ascii="黑体" w:eastAsia="黑体" w:hAnsi="黑体" w:cs="Helvetica"/>
          <w:kern w:val="0"/>
          <w:sz w:val="28"/>
          <w:szCs w:val="28"/>
        </w:rPr>
      </w:pPr>
      <w:r>
        <w:rPr>
          <w:rFonts w:ascii="宋体" w:eastAsia="宋体" w:hAnsi="宋体" w:hint="eastAsia"/>
          <w:snapToGrid w:val="0"/>
          <w:spacing w:val="-2"/>
          <w:kern w:val="0"/>
          <w:sz w:val="21"/>
          <w:szCs w:val="21"/>
        </w:rPr>
        <w:t>注：</w:t>
      </w:r>
      <w:r>
        <w:rPr>
          <w:rFonts w:ascii="宋体" w:eastAsia="宋体" w:hAnsi="宋体" w:hint="eastAsia"/>
          <w:b/>
          <w:snapToGrid w:val="0"/>
          <w:spacing w:val="-2"/>
          <w:kern w:val="0"/>
          <w:sz w:val="21"/>
          <w:szCs w:val="21"/>
        </w:rPr>
        <w:t>活页中不能出现申请者个人信息、发表刊物或出版社名称</w:t>
      </w:r>
      <w:r>
        <w:rPr>
          <w:rFonts w:ascii="宋体" w:eastAsia="宋体" w:hAnsi="宋体" w:hint="eastAsia"/>
          <w:snapToGrid w:val="0"/>
          <w:spacing w:val="-2"/>
          <w:kern w:val="0"/>
          <w:sz w:val="21"/>
          <w:szCs w:val="21"/>
        </w:rPr>
        <w:t>。与本课题研究无关的成果不能填写；</w:t>
      </w:r>
      <w:r>
        <w:rPr>
          <w:rFonts w:ascii="宋体" w:eastAsia="宋体" w:hAnsi="宋体" w:hint="eastAsia"/>
          <w:b/>
          <w:snapToGrid w:val="0"/>
          <w:spacing w:val="-2"/>
          <w:kern w:val="0"/>
          <w:sz w:val="21"/>
          <w:szCs w:val="21"/>
        </w:rPr>
        <w:t>主持或参加的各类课题不能作为前期成果填写；课题负责人和课题组成员的成果要分开填写；</w:t>
      </w:r>
      <w:r>
        <w:rPr>
          <w:rFonts w:ascii="宋体" w:eastAsia="宋体" w:hAnsi="宋体" w:hint="eastAsia"/>
          <w:snapToGrid w:val="0"/>
          <w:spacing w:val="-2"/>
          <w:kern w:val="0"/>
          <w:sz w:val="21"/>
          <w:szCs w:val="21"/>
        </w:rPr>
        <w:t>课题负责人的成果不列入参考文献。</w:t>
      </w:r>
    </w:p>
    <w:p w:rsidR="008F48E0" w:rsidRPr="00754329" w:rsidRDefault="0030019D"/>
    <w:sectPr w:rsidR="008F48E0" w:rsidRPr="00754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29"/>
    <w:rsid w:val="00043475"/>
    <w:rsid w:val="0006216D"/>
    <w:rsid w:val="0008529B"/>
    <w:rsid w:val="0030019D"/>
    <w:rsid w:val="005D34A7"/>
    <w:rsid w:val="00754329"/>
    <w:rsid w:val="00A33B5D"/>
    <w:rsid w:val="00AD59EE"/>
    <w:rsid w:val="00D35698"/>
    <w:rsid w:val="00E6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7FE5BC-8A25-4063-B0FC-E52741F6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29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754329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List Paragraph"/>
    <w:basedOn w:val="a"/>
    <w:uiPriority w:val="99"/>
    <w:qFormat/>
    <w:rsid w:val="00754329"/>
    <w:pPr>
      <w:ind w:firstLineChars="200" w:firstLine="420"/>
    </w:pPr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2020-04-20T01:48:00Z</dcterms:created>
  <dcterms:modified xsi:type="dcterms:W3CDTF">2020-04-20T01:48:00Z</dcterms:modified>
</cp:coreProperties>
</file>